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1739520" w:rsidR="0085747A" w:rsidRPr="003D0BF1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44C0" w:rsidRPr="003D0BF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E0308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</w:t>
      </w:r>
      <w:r w:rsidR="009744C0" w:rsidRPr="003D0BF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E0308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4</w:t>
      </w:r>
    </w:p>
    <w:p w14:paraId="6A743604" w14:textId="6B8A633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E03088">
        <w:rPr>
          <w:rFonts w:ascii="Corbel" w:hAnsi="Corbel"/>
          <w:sz w:val="20"/>
          <w:szCs w:val="20"/>
        </w:rPr>
        <w:t>3</w:t>
      </w:r>
      <w:r w:rsidR="008C7B12">
        <w:rPr>
          <w:rFonts w:ascii="Corbel" w:hAnsi="Corbel"/>
          <w:sz w:val="20"/>
          <w:szCs w:val="20"/>
        </w:rPr>
        <w:t>/202</w:t>
      </w:r>
      <w:r w:rsidR="00E03088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74C14" w:rsidR="0085747A" w:rsidRPr="009744C0" w:rsidRDefault="00BE7FA7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C.2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S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250A5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D467FC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A83332B" w:rsidR="0085747A" w:rsidRPr="009C54AE" w:rsidRDefault="0080303E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441980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D01269D" w:rsidR="00015B8F" w:rsidRPr="009C54AE" w:rsidRDefault="003A39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277652E" w:rsidR="00015B8F" w:rsidRPr="009C54AE" w:rsidRDefault="003A39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E3BA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B13D8" w14:textId="77777777" w:rsidR="003D0BF1" w:rsidRPr="009C54AE" w:rsidRDefault="003D0BF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8133E67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DACCB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F7009AF" w:rsidR="00FF7F12" w:rsidRPr="009C54AE" w:rsidRDefault="003A395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631C6">
              <w:rPr>
                <w:rFonts w:ascii="Corbel" w:hAnsi="Corbel"/>
                <w:sz w:val="24"/>
                <w:szCs w:val="24"/>
              </w:rPr>
              <w:lastRenderedPageBreak/>
              <w:t>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0E37652D" w:rsidR="00FF7F12" w:rsidRPr="009C54AE" w:rsidRDefault="003A395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28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spodarcza,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R. (2016). Finanse a dobrobyt społeczny.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PTE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D6AF3" w14:textId="77777777" w:rsidR="00E54217" w:rsidRDefault="00E54217" w:rsidP="00C16ABF">
      <w:pPr>
        <w:spacing w:after="0" w:line="240" w:lineRule="auto"/>
      </w:pPr>
      <w:r>
        <w:separator/>
      </w:r>
    </w:p>
  </w:endnote>
  <w:endnote w:type="continuationSeparator" w:id="0">
    <w:p w14:paraId="5205BCF6" w14:textId="77777777" w:rsidR="00E54217" w:rsidRDefault="00E542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55552" w14:textId="77777777" w:rsidR="00E54217" w:rsidRDefault="00E54217" w:rsidP="00C16ABF">
      <w:pPr>
        <w:spacing w:after="0" w:line="240" w:lineRule="auto"/>
      </w:pPr>
      <w:r>
        <w:separator/>
      </w:r>
    </w:p>
  </w:footnote>
  <w:footnote w:type="continuationSeparator" w:id="0">
    <w:p w14:paraId="0D3C4609" w14:textId="77777777" w:rsidR="00E54217" w:rsidRDefault="00E5421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24BFF"/>
    <w:rsid w:val="0012560E"/>
    <w:rsid w:val="00127108"/>
    <w:rsid w:val="00134B13"/>
    <w:rsid w:val="0014404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B0FB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6E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395A"/>
    <w:rsid w:val="003C0BAE"/>
    <w:rsid w:val="003D0BF1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28B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83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03E"/>
    <w:rsid w:val="00803D8A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D6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E7FA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19B7"/>
    <w:rsid w:val="00DA2114"/>
    <w:rsid w:val="00DA6057"/>
    <w:rsid w:val="00DB0426"/>
    <w:rsid w:val="00DC309C"/>
    <w:rsid w:val="00DC6D0C"/>
    <w:rsid w:val="00DE09C0"/>
    <w:rsid w:val="00DE4A14"/>
    <w:rsid w:val="00DE78B2"/>
    <w:rsid w:val="00DF320D"/>
    <w:rsid w:val="00DF71C8"/>
    <w:rsid w:val="00E03088"/>
    <w:rsid w:val="00E129B8"/>
    <w:rsid w:val="00E21E7D"/>
    <w:rsid w:val="00E22FBC"/>
    <w:rsid w:val="00E24BF5"/>
    <w:rsid w:val="00E25338"/>
    <w:rsid w:val="00E51E44"/>
    <w:rsid w:val="00E5421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9B4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0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0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94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844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9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87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736439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6297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9837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9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93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036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92406">
          <w:marLeft w:val="360"/>
          <w:marRight w:val="36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FF73C-F8FB-4709-9D36-1F675CCDF5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5C578-8C40-47FF-91C1-0BD3661C4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BE54F6-4DB7-4E46-BA1A-2BD055CB1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BDCD70-35A3-4041-8470-BF403DA40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36</cp:revision>
  <cp:lastPrinted>2019-02-06T12:12:00Z</cp:lastPrinted>
  <dcterms:created xsi:type="dcterms:W3CDTF">2020-10-14T08:35:00Z</dcterms:created>
  <dcterms:modified xsi:type="dcterms:W3CDTF">2022-02-11T10:30:00Z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